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6EB84" w14:textId="77777777" w:rsidR="00F73783" w:rsidRPr="00F228C7" w:rsidRDefault="00F73783" w:rsidP="003C6398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0"/>
        </w:rPr>
      </w:pPr>
    </w:p>
    <w:p w14:paraId="33B6EB85" w14:textId="77777777" w:rsidR="00B4568D" w:rsidRDefault="00B4568D" w:rsidP="00B4568D">
      <w:pPr>
        <w:pStyle w:val="Default"/>
        <w:jc w:val="center"/>
        <w:rPr>
          <w:b/>
          <w:bCs/>
        </w:rPr>
      </w:pPr>
      <w:r w:rsidRPr="00B4568D">
        <w:rPr>
          <w:b/>
          <w:bCs/>
        </w:rPr>
        <w:t>MODULO D’ISCRIZIONE</w:t>
      </w:r>
    </w:p>
    <w:p w14:paraId="33B6EB86" w14:textId="77777777" w:rsidR="00B4568D" w:rsidRPr="00B4568D" w:rsidRDefault="00B4568D" w:rsidP="00B4568D">
      <w:pPr>
        <w:pStyle w:val="Default"/>
        <w:jc w:val="center"/>
      </w:pPr>
    </w:p>
    <w:p w14:paraId="33B6EB87" w14:textId="42ECF381" w:rsidR="00B4568D" w:rsidRDefault="00B4568D" w:rsidP="00B4568D">
      <w:pPr>
        <w:pStyle w:val="Default"/>
        <w:rPr>
          <w:b/>
          <w:bCs/>
        </w:rPr>
      </w:pPr>
      <w:r w:rsidRPr="00B4568D">
        <w:rPr>
          <w:bCs/>
        </w:rPr>
        <w:t xml:space="preserve">Da inviare </w:t>
      </w:r>
      <w:r w:rsidRPr="00B4568D">
        <w:rPr>
          <w:b/>
          <w:bCs/>
          <w:sz w:val="20"/>
          <w:szCs w:val="20"/>
        </w:rPr>
        <w:t xml:space="preserve">ENTRO IL </w:t>
      </w:r>
      <w:r w:rsidR="0048522F">
        <w:rPr>
          <w:b/>
          <w:bCs/>
          <w:sz w:val="20"/>
          <w:szCs w:val="20"/>
        </w:rPr>
        <w:t>29 Gennaio 2020</w:t>
      </w:r>
      <w:r w:rsidR="00E66183">
        <w:rPr>
          <w:b/>
          <w:bCs/>
          <w:sz w:val="20"/>
          <w:szCs w:val="20"/>
        </w:rPr>
        <w:t xml:space="preserve"> </w:t>
      </w:r>
      <w:r w:rsidRPr="00E66183">
        <w:rPr>
          <w:b/>
          <w:bCs/>
          <w:sz w:val="20"/>
          <w:szCs w:val="20"/>
        </w:rPr>
        <w:t xml:space="preserve"> 2018</w:t>
      </w:r>
      <w:r w:rsidR="00E66183">
        <w:rPr>
          <w:b/>
          <w:bCs/>
          <w:sz w:val="20"/>
          <w:szCs w:val="20"/>
        </w:rPr>
        <w:t xml:space="preserve"> </w:t>
      </w:r>
      <w:r>
        <w:rPr>
          <w:b/>
          <w:bCs/>
        </w:rPr>
        <w:t xml:space="preserve"> </w:t>
      </w:r>
      <w:r w:rsidR="000E0D61" w:rsidRPr="000E0D61">
        <w:rPr>
          <w:bCs/>
        </w:rPr>
        <w:t>a:</w:t>
      </w:r>
    </w:p>
    <w:p w14:paraId="33B6EB88" w14:textId="77777777" w:rsidR="00B4568D" w:rsidRPr="00B4568D" w:rsidRDefault="00B4568D" w:rsidP="00B4568D">
      <w:pPr>
        <w:pStyle w:val="Default"/>
        <w:rPr>
          <w:b/>
          <w:bCs/>
        </w:rPr>
      </w:pPr>
    </w:p>
    <w:p w14:paraId="33B6EB89" w14:textId="77777777" w:rsidR="00B4568D" w:rsidRDefault="000C76B1" w:rsidP="00B4568D">
      <w:pPr>
        <w:pStyle w:val="Default"/>
        <w:jc w:val="center"/>
        <w:rPr>
          <w:b/>
          <w:bCs/>
        </w:rPr>
      </w:pPr>
      <w:hyperlink r:id="rId9" w:history="1">
        <w:r w:rsidR="00B4568D" w:rsidRPr="00B4568D">
          <w:rPr>
            <w:rStyle w:val="Collegamentoipertestuale"/>
            <w:b/>
            <w:bCs/>
          </w:rPr>
          <w:t>direzione-marche@istruzione.it</w:t>
        </w:r>
      </w:hyperlink>
      <w:r w:rsidR="00B4568D" w:rsidRPr="00B4568D">
        <w:rPr>
          <w:b/>
          <w:bCs/>
        </w:rPr>
        <w:t xml:space="preserve">   </w:t>
      </w:r>
    </w:p>
    <w:p w14:paraId="33B6EB8A" w14:textId="77777777" w:rsidR="00806C13" w:rsidRDefault="00806C13" w:rsidP="00B4568D">
      <w:pPr>
        <w:pStyle w:val="Default"/>
        <w:jc w:val="center"/>
        <w:rPr>
          <w:b/>
          <w:bCs/>
        </w:rPr>
      </w:pPr>
    </w:p>
    <w:p w14:paraId="33B6EB8C" w14:textId="77777777" w:rsidR="00806C13" w:rsidRPr="00B4568D" w:rsidRDefault="00806C13" w:rsidP="00B4568D">
      <w:pPr>
        <w:pStyle w:val="Default"/>
        <w:jc w:val="center"/>
        <w:rPr>
          <w:b/>
          <w:bCs/>
        </w:rPr>
      </w:pPr>
    </w:p>
    <w:p w14:paraId="33B6EB8D" w14:textId="77777777" w:rsidR="00B4568D" w:rsidRDefault="00B4568D" w:rsidP="00B4568D">
      <w:pPr>
        <w:pStyle w:val="Default"/>
        <w:rPr>
          <w:b/>
          <w:bCs/>
          <w:sz w:val="23"/>
          <w:szCs w:val="23"/>
        </w:rPr>
      </w:pPr>
    </w:p>
    <w:p w14:paraId="33B6EB8E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b/>
          <w:bCs/>
          <w:sz w:val="23"/>
          <w:szCs w:val="23"/>
        </w:rPr>
      </w:pPr>
    </w:p>
    <w:p w14:paraId="33B6EB8F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Il/la sottoscritto/a ___________________________________________________________</w:t>
      </w:r>
    </w:p>
    <w:p w14:paraId="33B6EB90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14:paraId="33B6EB91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 xml:space="preserve">docente </w:t>
      </w:r>
      <w:r w:rsidR="00806C13">
        <w:rPr>
          <w:rFonts w:asciiTheme="minorHAnsi" w:hAnsiTheme="minorHAnsi"/>
          <w:sz w:val="20"/>
        </w:rPr>
        <w:t xml:space="preserve">di educazione fisica e sportiva </w:t>
      </w:r>
      <w:r w:rsidRPr="00B4568D">
        <w:rPr>
          <w:rFonts w:asciiTheme="minorHAnsi" w:hAnsiTheme="minorHAnsi"/>
          <w:sz w:val="20"/>
        </w:rPr>
        <w:t xml:space="preserve">a tempo determinato/indeterminato in servizio presso l’Istituto </w:t>
      </w:r>
    </w:p>
    <w:p w14:paraId="33B6EB92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14:paraId="33B6EB93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___________________________________________________________________________</w:t>
      </w:r>
    </w:p>
    <w:p w14:paraId="33B6EB94" w14:textId="77777777"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14:paraId="33B6EB95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33B6EB96" w14:textId="194FD4CE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CHIEDE</w:t>
      </w:r>
      <w:r w:rsidR="0048522F">
        <w:rPr>
          <w:rFonts w:asciiTheme="minorHAnsi" w:hAnsiTheme="minorHAnsi"/>
          <w:sz w:val="20"/>
        </w:rPr>
        <w:t xml:space="preserve"> DI PARTECIPARE AL CORSO DI AGGIORNAMENTO</w:t>
      </w:r>
    </w:p>
    <w:p w14:paraId="33B6EB97" w14:textId="77777777"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33B6EB9A" w14:textId="1143970D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0"/>
        </w:rPr>
      </w:pPr>
      <w:r w:rsidRPr="00B4568D">
        <w:rPr>
          <w:rFonts w:asciiTheme="minorHAnsi" w:hAnsiTheme="minorHAnsi"/>
          <w:b/>
          <w:sz w:val="20"/>
        </w:rPr>
        <w:t>“</w:t>
      </w:r>
      <w:r w:rsidR="0048522F">
        <w:rPr>
          <w:rFonts w:asciiTheme="minorHAnsi" w:hAnsiTheme="minorHAnsi"/>
          <w:b/>
          <w:sz w:val="20"/>
        </w:rPr>
        <w:t>TENNIS TAVOLO</w:t>
      </w:r>
      <w:r w:rsidRPr="00B4568D">
        <w:rPr>
          <w:rFonts w:asciiTheme="minorHAnsi" w:hAnsiTheme="minorHAnsi"/>
          <w:b/>
          <w:sz w:val="20"/>
        </w:rPr>
        <w:t>”</w:t>
      </w:r>
    </w:p>
    <w:p w14:paraId="3840DE80" w14:textId="77777777" w:rsidR="0048522F" w:rsidRDefault="0048522F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0"/>
        </w:rPr>
      </w:pPr>
    </w:p>
    <w:p w14:paraId="06250544" w14:textId="700B44DA" w:rsidR="0048522F" w:rsidRPr="0048522F" w:rsidRDefault="0048522F" w:rsidP="0048522F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Nella sede di (indicare la sede prescelta)</w:t>
      </w:r>
    </w:p>
    <w:p w14:paraId="21609512" w14:textId="77777777" w:rsidR="0048522F" w:rsidRDefault="0048522F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2"/>
        <w:gridCol w:w="8819"/>
      </w:tblGrid>
      <w:tr w:rsidR="0048522F" w14:paraId="252E86DC" w14:textId="77777777" w:rsidTr="0048522F"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14:paraId="1C4CA877" w14:textId="77777777" w:rsidR="0048522F" w:rsidRPr="0048522F" w:rsidRDefault="0048522F" w:rsidP="00B4568D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</w:rPr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78D8F" w14:textId="1CFB4AA1" w:rsidR="0048522F" w:rsidRPr="0048522F" w:rsidRDefault="0048522F" w:rsidP="0048522F">
            <w:pPr>
              <w:tabs>
                <w:tab w:val="left" w:pos="720"/>
                <w:tab w:val="center" w:pos="4819"/>
                <w:tab w:val="right" w:pos="9638"/>
              </w:tabs>
              <w:jc w:val="both"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48522F">
              <w:rPr>
                <w:rFonts w:asciiTheme="minorHAnsi" w:hAnsiTheme="minorHAnsi"/>
                <w:sz w:val="22"/>
                <w:szCs w:val="22"/>
              </w:rPr>
              <w:t>Senigallia Centro Olimpico di Tennistavolo</w:t>
            </w:r>
            <w:r w:rsidR="00F1268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48522F">
              <w:rPr>
                <w:rFonts w:asciiTheme="minorHAnsi" w:hAnsiTheme="minorHAnsi"/>
                <w:sz w:val="22"/>
                <w:szCs w:val="22"/>
              </w:rPr>
              <w:t>via del Molinello 32</w:t>
            </w:r>
          </w:p>
        </w:tc>
      </w:tr>
      <w:tr w:rsidR="0048522F" w14:paraId="0E56EFF9" w14:textId="77777777" w:rsidTr="0048522F">
        <w:tc>
          <w:tcPr>
            <w:tcW w:w="392" w:type="dxa"/>
            <w:tcBorders>
              <w:right w:val="single" w:sz="4" w:space="0" w:color="auto"/>
            </w:tcBorders>
          </w:tcPr>
          <w:p w14:paraId="04F86C95" w14:textId="77777777" w:rsidR="0048522F" w:rsidRPr="0048522F" w:rsidRDefault="0048522F" w:rsidP="00B4568D">
            <w:pPr>
              <w:tabs>
                <w:tab w:val="left" w:pos="720"/>
                <w:tab w:val="center" w:pos="4819"/>
                <w:tab w:val="right" w:pos="9638"/>
              </w:tabs>
              <w:jc w:val="center"/>
              <w:textAlignment w:val="auto"/>
              <w:rPr>
                <w:rFonts w:asciiTheme="minorHAnsi" w:hAnsiTheme="minorHAnsi"/>
                <w:b/>
                <w:sz w:val="36"/>
                <w:szCs w:val="36"/>
              </w:rPr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A4E9E" w14:textId="1D2B1623" w:rsidR="0048522F" w:rsidRPr="0048522F" w:rsidRDefault="0048522F" w:rsidP="0048522F">
            <w:pPr>
              <w:tabs>
                <w:tab w:val="left" w:pos="720"/>
                <w:tab w:val="center" w:pos="4819"/>
                <w:tab w:val="right" w:pos="9638"/>
              </w:tabs>
              <w:textAlignment w:val="auto"/>
              <w:rPr>
                <w:rFonts w:asciiTheme="minorHAnsi" w:hAnsiTheme="minorHAnsi"/>
                <w:sz w:val="20"/>
              </w:rPr>
            </w:pPr>
            <w:r w:rsidRPr="007C42C8">
              <w:rPr>
                <w:rFonts w:asciiTheme="minorHAnsi" w:hAnsiTheme="minorHAnsi"/>
                <w:sz w:val="22"/>
                <w:szCs w:val="22"/>
              </w:rPr>
              <w:t>Servigliano Palestra Comunale di Via Trieste</w:t>
            </w:r>
          </w:p>
        </w:tc>
      </w:tr>
    </w:tbl>
    <w:p w14:paraId="30BC2DEE" w14:textId="77777777" w:rsidR="0048522F" w:rsidRPr="00B4568D" w:rsidRDefault="0048522F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0"/>
        </w:rPr>
      </w:pPr>
    </w:p>
    <w:p w14:paraId="33B6EB9B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33B6EB9C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33B6EB9D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Recapiti del docente:</w:t>
      </w:r>
    </w:p>
    <w:p w14:paraId="33B6EB9E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14:paraId="33B6EB9F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 xml:space="preserve">tel.__________________________ </w:t>
      </w:r>
      <w:r>
        <w:rPr>
          <w:rFonts w:asciiTheme="minorHAnsi" w:hAnsiTheme="minorHAnsi"/>
          <w:sz w:val="20"/>
        </w:rPr>
        <w:t xml:space="preserve">   </w:t>
      </w:r>
      <w:r w:rsidRPr="00B4568D">
        <w:rPr>
          <w:rFonts w:asciiTheme="minorHAnsi" w:hAnsiTheme="minorHAnsi"/>
          <w:sz w:val="20"/>
        </w:rPr>
        <w:t>e-mail________________________________</w:t>
      </w:r>
    </w:p>
    <w:p w14:paraId="33B6EBA0" w14:textId="77777777" w:rsidR="00806C13" w:rsidRPr="00B4568D" w:rsidRDefault="00806C13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14:paraId="33B6EBA1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14:paraId="33B6EBA2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Luogo e data___________________</w:t>
      </w:r>
    </w:p>
    <w:p w14:paraId="33B6EBA3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14:paraId="33B6EBA4" w14:textId="77777777"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14:paraId="33B6EBA5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Firma del docente</w:t>
      </w:r>
    </w:p>
    <w:p w14:paraId="33B6EBA6" w14:textId="77777777"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33B6EBA7" w14:textId="77777777"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________________________</w:t>
      </w:r>
    </w:p>
    <w:p w14:paraId="33B6EBA8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33B6EBA9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33B6EBAA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33B6EBAB" w14:textId="77777777"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VISTO SI AUTORIZZA</w:t>
      </w:r>
    </w:p>
    <w:p w14:paraId="33B6EBAC" w14:textId="77777777"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Il Dirigente Scolastico</w:t>
      </w:r>
    </w:p>
    <w:p w14:paraId="33B6EBAD" w14:textId="77777777"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Timbro e firma</w:t>
      </w:r>
    </w:p>
    <w:p w14:paraId="33B6EBAE" w14:textId="77777777"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14:paraId="33B6EBAF" w14:textId="77777777" w:rsidR="00B4568D" w:rsidRPr="00F228C7" w:rsidRDefault="00B4568D" w:rsidP="00B4568D">
      <w:pPr>
        <w:tabs>
          <w:tab w:val="left" w:pos="720"/>
          <w:tab w:val="center" w:pos="4819"/>
          <w:tab w:val="right" w:pos="9638"/>
        </w:tabs>
        <w:ind w:firstLine="708"/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 xml:space="preserve">     </w:t>
      </w:r>
      <w:r w:rsidRPr="00B4568D">
        <w:rPr>
          <w:rFonts w:asciiTheme="minorHAnsi" w:hAnsiTheme="minorHAnsi"/>
          <w:sz w:val="20"/>
        </w:rPr>
        <w:t>_____________________</w:t>
      </w:r>
    </w:p>
    <w:sectPr w:rsidR="00B4568D" w:rsidRPr="00F228C7" w:rsidSect="00ED2C0D">
      <w:headerReference w:type="default" r:id="rId10"/>
      <w:footerReference w:type="default" r:id="rId11"/>
      <w:pgSz w:w="11907" w:h="16840"/>
      <w:pgMar w:top="1418" w:right="1418" w:bottom="851" w:left="1418" w:header="539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1A1DE" w14:textId="77777777" w:rsidR="000C76B1" w:rsidRDefault="000C76B1">
      <w:r>
        <w:separator/>
      </w:r>
    </w:p>
  </w:endnote>
  <w:endnote w:type="continuationSeparator" w:id="0">
    <w:p w14:paraId="3EFDAF5E" w14:textId="77777777" w:rsidR="000C76B1" w:rsidRDefault="000C7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6EBBA" w14:textId="5CF25940" w:rsidR="00806C13" w:rsidRDefault="0048522F" w:rsidP="00E66183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48522F">
      <w:rPr>
        <w:rFonts w:asciiTheme="minorHAnsi" w:hAnsiTheme="minorHAnsi" w:cs="Arial"/>
        <w:sz w:val="16"/>
        <w:szCs w:val="16"/>
      </w:rPr>
      <w:t xml:space="preserve">202001161452_Modello </w:t>
    </w:r>
    <w:proofErr w:type="spellStart"/>
    <w:r w:rsidRPr="0048522F">
      <w:rPr>
        <w:rFonts w:asciiTheme="minorHAnsi" w:hAnsiTheme="minorHAnsi" w:cs="Arial"/>
        <w:sz w:val="16"/>
        <w:szCs w:val="16"/>
      </w:rPr>
      <w:t>iscrizione_Formazione_docenti_TENNISTAVOLO</w:t>
    </w:r>
    <w:proofErr w:type="spellEnd"/>
  </w:p>
  <w:p w14:paraId="33B6EBBB" w14:textId="77777777" w:rsidR="002E6CB5" w:rsidRPr="00ED2C0D" w:rsidRDefault="002E6CB5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ED2C0D">
      <w:rPr>
        <w:rFonts w:asciiTheme="minorHAnsi" w:hAnsiTheme="minorHAnsi" w:cs="Arial"/>
        <w:sz w:val="16"/>
        <w:szCs w:val="16"/>
      </w:rPr>
      <w:t xml:space="preserve">Via XXV Aprile, 19  - </w:t>
    </w:r>
    <w:r w:rsidRPr="00ED2C0D">
      <w:rPr>
        <w:rFonts w:asciiTheme="minorHAnsi" w:hAnsiTheme="minorHAnsi" w:cs="Arial"/>
        <w:smallCaps/>
        <w:sz w:val="16"/>
        <w:szCs w:val="16"/>
      </w:rPr>
      <w:t>Ancona</w:t>
    </w:r>
    <w:r w:rsidRPr="00ED2C0D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1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14:paraId="33B6EBBC" w14:textId="77777777" w:rsidR="002E6CB5" w:rsidRPr="00ED2C0D" w:rsidRDefault="002E6CB5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ED2C0D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2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ED2C0D">
      <w:rPr>
        <w:rFonts w:asciiTheme="minorHAnsi" w:hAnsiTheme="minorHAnsi" w:cs="Arial"/>
        <w:sz w:val="16"/>
        <w:szCs w:val="16"/>
      </w:rPr>
      <w:t xml:space="preserve"> – sito WEB </w:t>
    </w:r>
    <w:hyperlink r:id="rId3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  <w:p w14:paraId="33B6EBBD" w14:textId="77777777" w:rsidR="002E6CB5" w:rsidRPr="006F4E6F" w:rsidRDefault="002E6CB5" w:rsidP="00136AAF">
    <w:pPr>
      <w:pStyle w:val="Pidipagina"/>
      <w:rPr>
        <w:szCs w:val="15"/>
      </w:rPr>
    </w:pPr>
  </w:p>
  <w:p w14:paraId="33B6EBBE" w14:textId="77777777" w:rsidR="002E6CB5" w:rsidRPr="00136AAF" w:rsidRDefault="002E6CB5" w:rsidP="00136AAF">
    <w:pPr>
      <w:pStyle w:val="Pidipagin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560CF2" w14:textId="77777777" w:rsidR="000C76B1" w:rsidRDefault="000C76B1">
      <w:r>
        <w:separator/>
      </w:r>
    </w:p>
  </w:footnote>
  <w:footnote w:type="continuationSeparator" w:id="0">
    <w:p w14:paraId="1F0BDD35" w14:textId="77777777" w:rsidR="000C76B1" w:rsidRDefault="000C76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6EBB4" w14:textId="77777777"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14:paraId="33B6EBB5" w14:textId="77777777"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33B6EBBF" wp14:editId="33B6EBC0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B6EBB6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14:paraId="33B6EBB7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33B6EBB8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14:paraId="33B6EBB9" w14:textId="77777777" w:rsidR="00787314" w:rsidRDefault="00787314" w:rsidP="008B4793">
    <w:pPr>
      <w:jc w:val="center"/>
      <w:rPr>
        <w:rFonts w:ascii="Century" w:hAnsi="Century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1A244F2"/>
    <w:multiLevelType w:val="hybridMultilevel"/>
    <w:tmpl w:val="61D0ED5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E5B0C"/>
    <w:multiLevelType w:val="hybridMultilevel"/>
    <w:tmpl w:val="E640C0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65C78"/>
    <w:multiLevelType w:val="hybridMultilevel"/>
    <w:tmpl w:val="46048EB4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DF5AD4"/>
    <w:multiLevelType w:val="hybridMultilevel"/>
    <w:tmpl w:val="7B90AF6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E466B4B"/>
    <w:multiLevelType w:val="hybridMultilevel"/>
    <w:tmpl w:val="C62875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F6B8E"/>
    <w:multiLevelType w:val="hybridMultilevel"/>
    <w:tmpl w:val="EBFE1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533A69"/>
    <w:multiLevelType w:val="hybridMultilevel"/>
    <w:tmpl w:val="091E2028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4CF51AC0"/>
    <w:multiLevelType w:val="hybridMultilevel"/>
    <w:tmpl w:val="B82C215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845D36"/>
    <w:multiLevelType w:val="hybridMultilevel"/>
    <w:tmpl w:val="54ACC5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F60C0B"/>
    <w:multiLevelType w:val="hybridMultilevel"/>
    <w:tmpl w:val="56B00156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EE601F"/>
    <w:multiLevelType w:val="hybridMultilevel"/>
    <w:tmpl w:val="C3481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431C4A"/>
    <w:multiLevelType w:val="hybridMultilevel"/>
    <w:tmpl w:val="6DCA497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86F7AA2"/>
    <w:multiLevelType w:val="hybridMultilevel"/>
    <w:tmpl w:val="E8D2819C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4"/>
  </w:num>
  <w:num w:numId="7">
    <w:abstractNumId w:val="17"/>
  </w:num>
  <w:num w:numId="8">
    <w:abstractNumId w:val="16"/>
  </w:num>
  <w:num w:numId="9">
    <w:abstractNumId w:val="13"/>
  </w:num>
  <w:num w:numId="10">
    <w:abstractNumId w:val="6"/>
  </w:num>
  <w:num w:numId="11">
    <w:abstractNumId w:val="1"/>
  </w:num>
  <w:num w:numId="12">
    <w:abstractNumId w:val="11"/>
  </w:num>
  <w:num w:numId="13">
    <w:abstractNumId w:val="10"/>
  </w:num>
  <w:num w:numId="14">
    <w:abstractNumId w:val="15"/>
  </w:num>
  <w:num w:numId="15">
    <w:abstractNumId w:val="3"/>
  </w:num>
  <w:num w:numId="16">
    <w:abstractNumId w:val="12"/>
  </w:num>
  <w:num w:numId="17">
    <w:abstractNumId w:val="2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783"/>
    <w:rsid w:val="00006ACD"/>
    <w:rsid w:val="00010048"/>
    <w:rsid w:val="00017142"/>
    <w:rsid w:val="00025385"/>
    <w:rsid w:val="00035542"/>
    <w:rsid w:val="00066CF1"/>
    <w:rsid w:val="000823C1"/>
    <w:rsid w:val="000A5AED"/>
    <w:rsid w:val="000B00C3"/>
    <w:rsid w:val="000C1B9F"/>
    <w:rsid w:val="000C76B1"/>
    <w:rsid w:val="000D57DA"/>
    <w:rsid w:val="000E0D61"/>
    <w:rsid w:val="00107201"/>
    <w:rsid w:val="001113E2"/>
    <w:rsid w:val="001169C1"/>
    <w:rsid w:val="0012365D"/>
    <w:rsid w:val="00132574"/>
    <w:rsid w:val="001328E3"/>
    <w:rsid w:val="00136AAF"/>
    <w:rsid w:val="001446D9"/>
    <w:rsid w:val="00183A15"/>
    <w:rsid w:val="001C586C"/>
    <w:rsid w:val="001D352C"/>
    <w:rsid w:val="00207DC8"/>
    <w:rsid w:val="002112BB"/>
    <w:rsid w:val="00240077"/>
    <w:rsid w:val="00245A03"/>
    <w:rsid w:val="00247B14"/>
    <w:rsid w:val="00277A10"/>
    <w:rsid w:val="00296A98"/>
    <w:rsid w:val="002A2A80"/>
    <w:rsid w:val="002A2DB7"/>
    <w:rsid w:val="002E6CB5"/>
    <w:rsid w:val="002F39BA"/>
    <w:rsid w:val="002F45C3"/>
    <w:rsid w:val="002F4BFE"/>
    <w:rsid w:val="00316641"/>
    <w:rsid w:val="00325D26"/>
    <w:rsid w:val="00326968"/>
    <w:rsid w:val="003364DF"/>
    <w:rsid w:val="00340F90"/>
    <w:rsid w:val="00366A34"/>
    <w:rsid w:val="00380C65"/>
    <w:rsid w:val="00396DCD"/>
    <w:rsid w:val="003A2189"/>
    <w:rsid w:val="003A5D93"/>
    <w:rsid w:val="003B4C21"/>
    <w:rsid w:val="003C6398"/>
    <w:rsid w:val="003F58CB"/>
    <w:rsid w:val="00407505"/>
    <w:rsid w:val="00427F65"/>
    <w:rsid w:val="0043081F"/>
    <w:rsid w:val="00451138"/>
    <w:rsid w:val="00451B49"/>
    <w:rsid w:val="00454D24"/>
    <w:rsid w:val="0046597B"/>
    <w:rsid w:val="0047283F"/>
    <w:rsid w:val="0048522F"/>
    <w:rsid w:val="004919D2"/>
    <w:rsid w:val="00491FE4"/>
    <w:rsid w:val="004A0755"/>
    <w:rsid w:val="004B71E5"/>
    <w:rsid w:val="004D7F8A"/>
    <w:rsid w:val="004F09A2"/>
    <w:rsid w:val="005173B6"/>
    <w:rsid w:val="00527FC3"/>
    <w:rsid w:val="00555D73"/>
    <w:rsid w:val="00572FDD"/>
    <w:rsid w:val="00586341"/>
    <w:rsid w:val="005A5F1F"/>
    <w:rsid w:val="005A7265"/>
    <w:rsid w:val="005B1070"/>
    <w:rsid w:val="005D0EF5"/>
    <w:rsid w:val="005E0E2F"/>
    <w:rsid w:val="005E2752"/>
    <w:rsid w:val="005E72F2"/>
    <w:rsid w:val="0062214C"/>
    <w:rsid w:val="00631267"/>
    <w:rsid w:val="00654924"/>
    <w:rsid w:val="0066114A"/>
    <w:rsid w:val="00672139"/>
    <w:rsid w:val="00686718"/>
    <w:rsid w:val="00697F1B"/>
    <w:rsid w:val="006A2BB1"/>
    <w:rsid w:val="006A5FEE"/>
    <w:rsid w:val="006B34B4"/>
    <w:rsid w:val="006B5364"/>
    <w:rsid w:val="006D43B8"/>
    <w:rsid w:val="006E0E8F"/>
    <w:rsid w:val="006E4A3F"/>
    <w:rsid w:val="00712524"/>
    <w:rsid w:val="007127CA"/>
    <w:rsid w:val="0071575F"/>
    <w:rsid w:val="007228EE"/>
    <w:rsid w:val="00725996"/>
    <w:rsid w:val="0073795F"/>
    <w:rsid w:val="0076634E"/>
    <w:rsid w:val="00777C59"/>
    <w:rsid w:val="00787314"/>
    <w:rsid w:val="00795EBF"/>
    <w:rsid w:val="007D41EB"/>
    <w:rsid w:val="007E4ED3"/>
    <w:rsid w:val="007F6E6A"/>
    <w:rsid w:val="00805F59"/>
    <w:rsid w:val="00806C13"/>
    <w:rsid w:val="00820087"/>
    <w:rsid w:val="00822814"/>
    <w:rsid w:val="00831A5E"/>
    <w:rsid w:val="00856D0E"/>
    <w:rsid w:val="00896BEF"/>
    <w:rsid w:val="008A3D06"/>
    <w:rsid w:val="008B4793"/>
    <w:rsid w:val="008C1E45"/>
    <w:rsid w:val="008C2A24"/>
    <w:rsid w:val="008C3788"/>
    <w:rsid w:val="008C4DE6"/>
    <w:rsid w:val="008C5CA0"/>
    <w:rsid w:val="008D4872"/>
    <w:rsid w:val="008F3F7B"/>
    <w:rsid w:val="008F4D34"/>
    <w:rsid w:val="00911C62"/>
    <w:rsid w:val="00930A27"/>
    <w:rsid w:val="009445A1"/>
    <w:rsid w:val="00945AA2"/>
    <w:rsid w:val="00952391"/>
    <w:rsid w:val="00990D6F"/>
    <w:rsid w:val="00991A51"/>
    <w:rsid w:val="00995801"/>
    <w:rsid w:val="009A270E"/>
    <w:rsid w:val="009A53DF"/>
    <w:rsid w:val="009A5CFE"/>
    <w:rsid w:val="009A5E5B"/>
    <w:rsid w:val="009C33E1"/>
    <w:rsid w:val="009C4538"/>
    <w:rsid w:val="009D1FAB"/>
    <w:rsid w:val="009E14F4"/>
    <w:rsid w:val="009F4755"/>
    <w:rsid w:val="00A06A97"/>
    <w:rsid w:val="00A1059D"/>
    <w:rsid w:val="00A13C85"/>
    <w:rsid w:val="00A25362"/>
    <w:rsid w:val="00A43D45"/>
    <w:rsid w:val="00A50A07"/>
    <w:rsid w:val="00A67417"/>
    <w:rsid w:val="00AA24A3"/>
    <w:rsid w:val="00AA7A72"/>
    <w:rsid w:val="00AB4E65"/>
    <w:rsid w:val="00AB5EFD"/>
    <w:rsid w:val="00AC60A9"/>
    <w:rsid w:val="00AC63AB"/>
    <w:rsid w:val="00AD6533"/>
    <w:rsid w:val="00AD7711"/>
    <w:rsid w:val="00B012AE"/>
    <w:rsid w:val="00B03355"/>
    <w:rsid w:val="00B05290"/>
    <w:rsid w:val="00B27C55"/>
    <w:rsid w:val="00B35E12"/>
    <w:rsid w:val="00B4568D"/>
    <w:rsid w:val="00B52AE4"/>
    <w:rsid w:val="00B9297F"/>
    <w:rsid w:val="00B94030"/>
    <w:rsid w:val="00B95FAD"/>
    <w:rsid w:val="00BA34D0"/>
    <w:rsid w:val="00BA4C0A"/>
    <w:rsid w:val="00BB0BEB"/>
    <w:rsid w:val="00BC5FBA"/>
    <w:rsid w:val="00BD277B"/>
    <w:rsid w:val="00BF174D"/>
    <w:rsid w:val="00C33727"/>
    <w:rsid w:val="00C53192"/>
    <w:rsid w:val="00C66C50"/>
    <w:rsid w:val="00C83861"/>
    <w:rsid w:val="00CC3989"/>
    <w:rsid w:val="00CC5563"/>
    <w:rsid w:val="00CC6DBD"/>
    <w:rsid w:val="00CC7399"/>
    <w:rsid w:val="00CD2C26"/>
    <w:rsid w:val="00CD6AE0"/>
    <w:rsid w:val="00CE4D69"/>
    <w:rsid w:val="00CF19B3"/>
    <w:rsid w:val="00D256A6"/>
    <w:rsid w:val="00D30FEC"/>
    <w:rsid w:val="00D34CF5"/>
    <w:rsid w:val="00D44544"/>
    <w:rsid w:val="00D64D64"/>
    <w:rsid w:val="00D70B9C"/>
    <w:rsid w:val="00D876A3"/>
    <w:rsid w:val="00D91ECF"/>
    <w:rsid w:val="00DA5E5C"/>
    <w:rsid w:val="00DB7ACC"/>
    <w:rsid w:val="00DD1DAC"/>
    <w:rsid w:val="00DE4906"/>
    <w:rsid w:val="00DF5567"/>
    <w:rsid w:val="00E07630"/>
    <w:rsid w:val="00E154B2"/>
    <w:rsid w:val="00E42106"/>
    <w:rsid w:val="00E619C3"/>
    <w:rsid w:val="00E634CE"/>
    <w:rsid w:val="00E66183"/>
    <w:rsid w:val="00EA2D09"/>
    <w:rsid w:val="00EA6BAF"/>
    <w:rsid w:val="00EB489D"/>
    <w:rsid w:val="00ED2C0D"/>
    <w:rsid w:val="00F12687"/>
    <w:rsid w:val="00F1765C"/>
    <w:rsid w:val="00F228C7"/>
    <w:rsid w:val="00F27F54"/>
    <w:rsid w:val="00F32FF8"/>
    <w:rsid w:val="00F658DB"/>
    <w:rsid w:val="00F677B5"/>
    <w:rsid w:val="00F70BDE"/>
    <w:rsid w:val="00F70D7B"/>
    <w:rsid w:val="00F73783"/>
    <w:rsid w:val="00F85073"/>
    <w:rsid w:val="00F90DB3"/>
    <w:rsid w:val="00F9594F"/>
    <w:rsid w:val="00FE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B6E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52AE4"/>
    <w:pPr>
      <w:ind w:left="720"/>
      <w:contextualSpacing/>
    </w:pPr>
  </w:style>
  <w:style w:type="character" w:styleId="CitazioneHTML">
    <w:name w:val="HTML Cite"/>
    <w:basedOn w:val="Carpredefinitoparagrafo"/>
    <w:uiPriority w:val="99"/>
    <w:unhideWhenUsed/>
    <w:rsid w:val="007D41EB"/>
    <w:rPr>
      <w:i w:val="0"/>
      <w:iCs w:val="0"/>
      <w:color w:val="006621"/>
    </w:rPr>
  </w:style>
  <w:style w:type="paragraph" w:customStyle="1" w:styleId="Default">
    <w:name w:val="Default"/>
    <w:rsid w:val="00D91E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52AE4"/>
    <w:pPr>
      <w:ind w:left="720"/>
      <w:contextualSpacing/>
    </w:pPr>
  </w:style>
  <w:style w:type="character" w:styleId="CitazioneHTML">
    <w:name w:val="HTML Cite"/>
    <w:basedOn w:val="Carpredefinitoparagrafo"/>
    <w:uiPriority w:val="99"/>
    <w:unhideWhenUsed/>
    <w:rsid w:val="007D41EB"/>
    <w:rPr>
      <w:i w:val="0"/>
      <w:iCs w:val="0"/>
      <w:color w:val="006621"/>
    </w:rPr>
  </w:style>
  <w:style w:type="paragraph" w:customStyle="1" w:styleId="Default">
    <w:name w:val="Default"/>
    <w:rsid w:val="00D91E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296\Desktop\corso%20di%20formazione%20Scuola%20in%20movimento\Corso%20di%20formazione%20%20scuola%20in%20movimento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D2AE4-B0CE-4F64-968A-0199A2C8E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Corso di formazione  scuola in movimento carta intestata.dotx</Template>
  <TotalTime>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929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3</cp:revision>
  <cp:lastPrinted>2017-09-18T11:33:00Z</cp:lastPrinted>
  <dcterms:created xsi:type="dcterms:W3CDTF">2020-01-16T13:58:00Z</dcterms:created>
  <dcterms:modified xsi:type="dcterms:W3CDTF">2020-01-16T14:02:00Z</dcterms:modified>
</cp:coreProperties>
</file>